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B3E4D">
        <w:rPr>
          <w:rFonts w:ascii="Arial" w:hAnsi="Arial" w:cs="Arial"/>
          <w:b/>
          <w:caps/>
          <w:sz w:val="28"/>
          <w:szCs w:val="28"/>
        </w:rPr>
        <w:t>792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B3E4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B3E4D">
              <w:rPr>
                <w:rFonts w:ascii="Arial" w:hAnsi="Arial" w:cs="Arial"/>
                <w:sz w:val="20"/>
                <w:szCs w:val="20"/>
              </w:rPr>
              <w:t>Solicita a realização de operação tapa-buracos na Rua das Gardênias,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B3E4D">
        <w:rPr>
          <w:rFonts w:ascii="Arial" w:hAnsi="Arial" w:cs="Arial"/>
        </w:rPr>
        <w:t>à</w:t>
      </w:r>
      <w:r w:rsidR="00EB3E4D" w:rsidRPr="00EB3E4D">
        <w:rPr>
          <w:rFonts w:ascii="Arial" w:hAnsi="Arial" w:cs="Arial"/>
        </w:rPr>
        <w:t xml:space="preserve"> realização de operação tapa-buracos na Rua das Gardênias, no Jardim Santo Antonio da Boa Vista.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D0556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D0556">
        <w:rPr>
          <w:rFonts w:ascii="Arial" w:hAnsi="Arial" w:cs="Arial"/>
        </w:rPr>
        <w:t>28 de março de 2018.</w:t>
      </w:r>
    </w:p>
    <w:p w:rsidR="00DD0556" w:rsidRDefault="00DD055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0556" w:rsidRDefault="00DD055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0556" w:rsidRDefault="00DD055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0556" w:rsidRPr="00A34F2C" w:rsidRDefault="00DD0556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D0556" w:rsidRDefault="00DD0556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D0556" w:rsidRDefault="00DD055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D0556" w:rsidRPr="00A34F2C" w:rsidRDefault="00DD0556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D055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D06" w:rsidRDefault="00BF3D06">
      <w:r>
        <w:separator/>
      </w:r>
    </w:p>
  </w:endnote>
  <w:endnote w:type="continuationSeparator" w:id="0">
    <w:p w:rsidR="00BF3D06" w:rsidRDefault="00BF3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D06" w:rsidRDefault="00BF3D06">
      <w:r>
        <w:separator/>
      </w:r>
    </w:p>
  </w:footnote>
  <w:footnote w:type="continuationSeparator" w:id="0">
    <w:p w:rsidR="00BF3D06" w:rsidRDefault="00BF3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74F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374F5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3D06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55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3E4D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5667C-C766-4763-83C7-4D9B2B03D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89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2018-03-26T15:34:00Z</cp:lastPrinted>
  <dcterms:created xsi:type="dcterms:W3CDTF">2018-03-26T15:34:00Z</dcterms:created>
  <dcterms:modified xsi:type="dcterms:W3CDTF">2018-03-26T15:34:00Z</dcterms:modified>
</cp:coreProperties>
</file>